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5E" w:rsidRDefault="00B06A5E" w:rsidP="00661C3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STANDARD 4:</w:t>
      </w:r>
    </w:p>
    <w:p w:rsidR="00B06A5E" w:rsidRPr="00FA616E" w:rsidRDefault="00B06A5E" w:rsidP="005F1848">
      <w:pPr>
        <w:spacing w:line="240" w:lineRule="auto"/>
        <w:jc w:val="center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28"/>
              <w:szCs w:val="28"/>
            </w:rPr>
            <w:t>CAREER</w:t>
          </w:r>
        </w:smartTag>
        <w:r>
          <w:rPr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A616E">
            <w:rPr>
              <w:b/>
              <w:sz w:val="28"/>
              <w:szCs w:val="28"/>
            </w:rPr>
            <w:t>ACADEMY</w:t>
          </w:r>
        </w:smartTag>
      </w:smartTag>
      <w:r w:rsidRPr="00FA61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ADVISORY BOARD</w:t>
      </w:r>
      <w:r w:rsidRPr="00FA616E">
        <w:rPr>
          <w:b/>
          <w:sz w:val="28"/>
          <w:szCs w:val="28"/>
        </w:rPr>
        <w:t xml:space="preserve"> MEETING</w:t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r w:rsidRPr="00FA616E">
        <w:rPr>
          <w:b/>
          <w:sz w:val="24"/>
          <w:szCs w:val="24"/>
        </w:rPr>
        <w:t>Academy Name</w:t>
      </w:r>
      <w:r w:rsidRPr="00242B15">
        <w:t>:________________</w:t>
      </w:r>
      <w:r>
        <w:t>;ldkfjasd;lfjk</w:t>
      </w:r>
      <w:r w:rsidRPr="00242B15">
        <w:t>________</w:t>
      </w:r>
      <w:r>
        <w:t xml:space="preserve"> </w:t>
      </w:r>
      <w:r w:rsidRPr="00242B15">
        <w:rPr>
          <w:b/>
          <w:sz w:val="24"/>
          <w:szCs w:val="24"/>
        </w:rPr>
        <w:t>School Name</w:t>
      </w:r>
      <w:r>
        <w:rPr>
          <w:b/>
          <w:sz w:val="24"/>
          <w:szCs w:val="24"/>
        </w:rPr>
        <w:t>:___________________</w:t>
      </w:r>
    </w:p>
    <w:p w:rsidR="00B06A5E" w:rsidRDefault="00B06A5E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___________________</w:t>
      </w:r>
    </w:p>
    <w:p w:rsidR="00B06A5E" w:rsidRDefault="00B06A5E" w:rsidP="005F1848">
      <w:pPr>
        <w:spacing w:line="240" w:lineRule="auto"/>
        <w:rPr>
          <w:b/>
        </w:rPr>
      </w:pPr>
      <w:r w:rsidRPr="008202CF">
        <w:rPr>
          <w:b/>
          <w:sz w:val="24"/>
          <w:szCs w:val="24"/>
        </w:rPr>
        <w:t>Board Chair</w:t>
      </w:r>
      <w:r>
        <w:rPr>
          <w:b/>
        </w:rPr>
        <w:t>:  _______________________</w:t>
      </w:r>
    </w:p>
    <w:p w:rsidR="00B06A5E" w:rsidRDefault="00B06A5E" w:rsidP="005F1848">
      <w:pPr>
        <w:spacing w:line="240" w:lineRule="auto"/>
      </w:pPr>
    </w:p>
    <w:p w:rsidR="00B06A5E" w:rsidRPr="00FA616E" w:rsidRDefault="00B06A5E" w:rsidP="005F1848">
      <w:pPr>
        <w:spacing w:line="240" w:lineRule="auto"/>
        <w:rPr>
          <w:b/>
        </w:rPr>
      </w:pPr>
      <w:r w:rsidRPr="00FA616E">
        <w:rPr>
          <w:b/>
        </w:rPr>
        <w:t xml:space="preserve">The following </w:t>
      </w:r>
      <w:r>
        <w:rPr>
          <w:b/>
        </w:rPr>
        <w:t xml:space="preserve">members </w:t>
      </w:r>
      <w:r w:rsidRPr="00FA616E">
        <w:rPr>
          <w:b/>
        </w:rPr>
        <w:t xml:space="preserve">were present at an </w:t>
      </w:r>
      <w:r>
        <w:rPr>
          <w:b/>
        </w:rPr>
        <w:t>advisory</w:t>
      </w:r>
      <w:r w:rsidRPr="00FA616E">
        <w:rPr>
          <w:b/>
        </w:rPr>
        <w:t xml:space="preserve"> meeting:</w:t>
      </w:r>
    </w:p>
    <w:p w:rsidR="00B06A5E" w:rsidRDefault="00B06A5E" w:rsidP="005F1848">
      <w:pPr>
        <w:spacing w:line="240" w:lineRule="auto"/>
      </w:pPr>
      <w:r>
        <w:t>1.______________________________</w:t>
      </w:r>
      <w:r>
        <w:tab/>
      </w:r>
      <w:r>
        <w:tab/>
      </w:r>
      <w:r>
        <w:tab/>
        <w:t>5._______________________________</w:t>
      </w:r>
      <w:r>
        <w:tab/>
      </w:r>
      <w:r>
        <w:tab/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r>
        <w:t>2.______________________________</w:t>
      </w:r>
      <w:r>
        <w:tab/>
      </w:r>
      <w:r>
        <w:tab/>
      </w:r>
      <w:r>
        <w:tab/>
        <w:t>6._______________________________</w:t>
      </w:r>
      <w:r>
        <w:tab/>
      </w:r>
      <w:r>
        <w:tab/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r>
        <w:t>3.______________________________</w:t>
      </w:r>
      <w:r>
        <w:tab/>
      </w:r>
      <w:r>
        <w:tab/>
      </w:r>
      <w:r>
        <w:tab/>
        <w:t>7._______________________________</w:t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</w:pPr>
      <w:r>
        <w:t>4.______________________________</w:t>
      </w:r>
      <w:r>
        <w:tab/>
      </w:r>
      <w:r>
        <w:tab/>
      </w:r>
      <w:r>
        <w:tab/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</w:pPr>
      <w:r>
        <w:rPr>
          <w:b/>
          <w:sz w:val="24"/>
          <w:szCs w:val="24"/>
          <w:u w:val="single"/>
        </w:rPr>
        <w:t>Next Meeting Date:</w:t>
      </w:r>
    </w:p>
    <w:p w:rsidR="00B06A5E" w:rsidRDefault="00B06A5E" w:rsidP="005F1848">
      <w:pPr>
        <w:spacing w:line="240" w:lineRule="auto"/>
      </w:pPr>
    </w:p>
    <w:sectPr w:rsidR="00B06A5E" w:rsidSect="00953A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A5E" w:rsidRDefault="00B06A5E" w:rsidP="008375B3">
      <w:pPr>
        <w:spacing w:after="0" w:line="240" w:lineRule="auto"/>
      </w:pPr>
      <w:r>
        <w:separator/>
      </w:r>
    </w:p>
  </w:endnote>
  <w:endnote w:type="continuationSeparator" w:id="0">
    <w:p w:rsidR="00B06A5E" w:rsidRDefault="00B06A5E" w:rsidP="0083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A5E" w:rsidRDefault="00B06A5E" w:rsidP="008375B3">
      <w:pPr>
        <w:spacing w:after="0" w:line="240" w:lineRule="auto"/>
      </w:pPr>
      <w:r>
        <w:separator/>
      </w:r>
    </w:p>
  </w:footnote>
  <w:footnote w:type="continuationSeparator" w:id="0">
    <w:p w:rsidR="00B06A5E" w:rsidRDefault="00B06A5E" w:rsidP="0083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48"/>
    <w:rsid w:val="00224C46"/>
    <w:rsid w:val="00242B15"/>
    <w:rsid w:val="00474D81"/>
    <w:rsid w:val="005B5651"/>
    <w:rsid w:val="005F1848"/>
    <w:rsid w:val="00651F60"/>
    <w:rsid w:val="00661C38"/>
    <w:rsid w:val="008202CF"/>
    <w:rsid w:val="008375B3"/>
    <w:rsid w:val="00910493"/>
    <w:rsid w:val="00953A03"/>
    <w:rsid w:val="00A15C20"/>
    <w:rsid w:val="00B06A5E"/>
    <w:rsid w:val="00D07F99"/>
    <w:rsid w:val="00D275BF"/>
    <w:rsid w:val="00E27FE5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75B3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837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75B3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3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7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89</Words>
  <Characters>513</Characters>
  <Application>Microsoft Office Outlook</Application>
  <DocSecurity>0</DocSecurity>
  <Lines>0</Lines>
  <Paragraphs>0</Paragraphs>
  <ScaleCrop>false</ScaleCrop>
  <Company>VCS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media_3436</cp:lastModifiedBy>
  <cp:revision>7</cp:revision>
  <cp:lastPrinted>2010-01-19T14:09:00Z</cp:lastPrinted>
  <dcterms:created xsi:type="dcterms:W3CDTF">2010-01-19T15:55:00Z</dcterms:created>
  <dcterms:modified xsi:type="dcterms:W3CDTF">2010-11-04T19:59:00Z</dcterms:modified>
</cp:coreProperties>
</file>